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0F21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348D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1EF76E" w14:textId="10D3DDA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E4BD8">
        <w:rPr>
          <w:rFonts w:ascii="Corbel" w:hAnsi="Corbel"/>
          <w:i/>
          <w:smallCaps/>
          <w:sz w:val="24"/>
          <w:szCs w:val="24"/>
        </w:rPr>
        <w:t>20</w:t>
      </w:r>
      <w:r w:rsidR="00C960D4">
        <w:rPr>
          <w:rFonts w:ascii="Corbel" w:hAnsi="Corbel"/>
          <w:i/>
          <w:smallCaps/>
          <w:sz w:val="24"/>
          <w:szCs w:val="24"/>
        </w:rPr>
        <w:t>19</w:t>
      </w:r>
      <w:r w:rsidR="006E4BD8">
        <w:rPr>
          <w:rFonts w:ascii="Corbel" w:hAnsi="Corbel"/>
          <w:i/>
          <w:smallCaps/>
          <w:sz w:val="24"/>
          <w:szCs w:val="24"/>
        </w:rPr>
        <w:t>-202</w:t>
      </w:r>
      <w:r w:rsidR="00C960D4">
        <w:rPr>
          <w:rFonts w:ascii="Corbel" w:hAnsi="Corbel"/>
          <w:i/>
          <w:smallCaps/>
          <w:sz w:val="24"/>
          <w:szCs w:val="24"/>
        </w:rPr>
        <w:t>1</w:t>
      </w:r>
    </w:p>
    <w:p w14:paraId="4F0712F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D6FB664" w14:textId="50C3849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E39B2">
        <w:rPr>
          <w:rFonts w:ascii="Corbel" w:hAnsi="Corbel"/>
          <w:sz w:val="20"/>
          <w:szCs w:val="20"/>
        </w:rPr>
        <w:t>20</w:t>
      </w:r>
      <w:r w:rsidR="006E4BD8">
        <w:rPr>
          <w:rFonts w:ascii="Corbel" w:hAnsi="Corbel"/>
          <w:sz w:val="20"/>
          <w:szCs w:val="20"/>
        </w:rPr>
        <w:t>2</w:t>
      </w:r>
      <w:r w:rsidR="00C960D4">
        <w:rPr>
          <w:rFonts w:ascii="Corbel" w:hAnsi="Corbel"/>
          <w:sz w:val="20"/>
          <w:szCs w:val="20"/>
        </w:rPr>
        <w:t>0</w:t>
      </w:r>
      <w:r w:rsidR="006E4BD8">
        <w:rPr>
          <w:rFonts w:ascii="Corbel" w:hAnsi="Corbel"/>
          <w:sz w:val="20"/>
          <w:szCs w:val="20"/>
        </w:rPr>
        <w:t>-202</w:t>
      </w:r>
      <w:r w:rsidR="00C960D4">
        <w:rPr>
          <w:rFonts w:ascii="Corbel" w:hAnsi="Corbel"/>
          <w:sz w:val="20"/>
          <w:szCs w:val="20"/>
        </w:rPr>
        <w:t>1</w:t>
      </w:r>
    </w:p>
    <w:p w14:paraId="21B515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0CCD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0500D2" w14:textId="77777777" w:rsidTr="00B819C8">
        <w:tc>
          <w:tcPr>
            <w:tcW w:w="2694" w:type="dxa"/>
            <w:vAlign w:val="center"/>
          </w:tcPr>
          <w:p w14:paraId="7533E6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A313" w14:textId="77777777" w:rsidR="0085747A" w:rsidRPr="009C54AE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Ewaluacja projektu socjalnego</w:t>
            </w:r>
          </w:p>
        </w:tc>
      </w:tr>
      <w:tr w:rsidR="0085747A" w:rsidRPr="009C54AE" w14:paraId="014CBAC4" w14:textId="77777777" w:rsidTr="00B819C8">
        <w:tc>
          <w:tcPr>
            <w:tcW w:w="2694" w:type="dxa"/>
            <w:vAlign w:val="center"/>
          </w:tcPr>
          <w:p w14:paraId="3FFD47D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BABF60" w14:textId="77777777" w:rsidR="0085747A" w:rsidRPr="009C54AE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P2S[3]F_09</w:t>
            </w:r>
          </w:p>
        </w:tc>
      </w:tr>
      <w:tr w:rsidR="0085747A" w:rsidRPr="009C54AE" w14:paraId="17E576EA" w14:textId="77777777" w:rsidTr="00B819C8">
        <w:tc>
          <w:tcPr>
            <w:tcW w:w="2694" w:type="dxa"/>
            <w:vAlign w:val="center"/>
          </w:tcPr>
          <w:p w14:paraId="77A5B27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C611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8518819" w14:textId="77777777" w:rsidTr="00B819C8">
        <w:tc>
          <w:tcPr>
            <w:tcW w:w="2694" w:type="dxa"/>
            <w:vAlign w:val="center"/>
          </w:tcPr>
          <w:p w14:paraId="590FB4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8841CF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8E871" w14:textId="77777777" w:rsidTr="00B819C8">
        <w:tc>
          <w:tcPr>
            <w:tcW w:w="2694" w:type="dxa"/>
            <w:vAlign w:val="center"/>
          </w:tcPr>
          <w:p w14:paraId="1ADF28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20EB1E" w14:textId="77777777" w:rsidR="0085747A" w:rsidRPr="009C54AE" w:rsidRDefault="00DC2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501587FB" w14:textId="77777777" w:rsidTr="00B819C8">
        <w:tc>
          <w:tcPr>
            <w:tcW w:w="2694" w:type="dxa"/>
            <w:vAlign w:val="center"/>
          </w:tcPr>
          <w:p w14:paraId="352A0B5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21612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B1DB101" w14:textId="77777777" w:rsidTr="00B819C8">
        <w:tc>
          <w:tcPr>
            <w:tcW w:w="2694" w:type="dxa"/>
            <w:vAlign w:val="center"/>
          </w:tcPr>
          <w:p w14:paraId="650E81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799388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C2C36B9" w14:textId="77777777" w:rsidTr="00B819C8">
        <w:tc>
          <w:tcPr>
            <w:tcW w:w="2694" w:type="dxa"/>
            <w:vAlign w:val="center"/>
          </w:tcPr>
          <w:p w14:paraId="6D1C63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11EFDF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3718049" w14:textId="77777777" w:rsidTr="00B819C8">
        <w:tc>
          <w:tcPr>
            <w:tcW w:w="2694" w:type="dxa"/>
            <w:vAlign w:val="center"/>
          </w:tcPr>
          <w:p w14:paraId="573C22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0A83DD" w14:textId="77777777" w:rsidR="0085747A" w:rsidRPr="009C54AE" w:rsidRDefault="008A4DBB" w:rsidP="00071C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2, semestr II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98FFF13" w14:textId="77777777" w:rsidTr="00B819C8">
        <w:tc>
          <w:tcPr>
            <w:tcW w:w="2694" w:type="dxa"/>
            <w:vAlign w:val="center"/>
          </w:tcPr>
          <w:p w14:paraId="145369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12A6A5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FC763CA" w14:textId="77777777" w:rsidTr="00B819C8">
        <w:tc>
          <w:tcPr>
            <w:tcW w:w="2694" w:type="dxa"/>
            <w:vAlign w:val="center"/>
          </w:tcPr>
          <w:p w14:paraId="543974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413628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BEC112C" w14:textId="77777777" w:rsidTr="00B819C8">
        <w:tc>
          <w:tcPr>
            <w:tcW w:w="2694" w:type="dxa"/>
            <w:vAlign w:val="center"/>
          </w:tcPr>
          <w:p w14:paraId="2F4C0C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7F0B9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7DBBA15D" w14:textId="77777777" w:rsidTr="00B819C8">
        <w:tc>
          <w:tcPr>
            <w:tcW w:w="2694" w:type="dxa"/>
            <w:vAlign w:val="center"/>
          </w:tcPr>
          <w:p w14:paraId="7A5B87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737E29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222A6F03" w14:textId="77777777" w:rsidR="00923D7D" w:rsidRPr="009C54AE" w:rsidRDefault="0085747A" w:rsidP="000C66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0F1943D" w14:textId="77777777" w:rsidR="00923D7D" w:rsidRPr="009C54AE" w:rsidRDefault="0085747A" w:rsidP="000C66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DAFD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C474DC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6B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64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06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EE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5D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20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21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90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2D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2030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4D20" w14:textId="77777777" w:rsidR="00015B8F" w:rsidRPr="009C54AE" w:rsidRDefault="00FE3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8A4DB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A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1B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AA8D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97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21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5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86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16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03F9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32E7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1AC16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7995E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77CB4E" w14:textId="77777777" w:rsidR="0085747A" w:rsidRPr="009C54AE" w:rsidRDefault="00E66A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BF3E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9D792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1BF7A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91352" w14:textId="77777777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B66ED1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3071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304128" w14:textId="77777777" w:rsidTr="00745302">
        <w:tc>
          <w:tcPr>
            <w:tcW w:w="9670" w:type="dxa"/>
          </w:tcPr>
          <w:p w14:paraId="7754E05D" w14:textId="77777777" w:rsidR="0085747A" w:rsidRPr="009C54AE" w:rsidRDefault="008A4DBB" w:rsidP="00614C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metodyki pracy socjalnej</w:t>
            </w:r>
          </w:p>
        </w:tc>
      </w:tr>
    </w:tbl>
    <w:p w14:paraId="6C404843" w14:textId="77777777"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11D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63D54A" w14:textId="77777777" w:rsidR="00F83B28" w:rsidRPr="000C660C" w:rsidRDefault="0071620A" w:rsidP="000C660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E4BD8" w:rsidRPr="009C54AE" w14:paraId="7E99762A" w14:textId="77777777" w:rsidTr="008A4DB6">
        <w:tc>
          <w:tcPr>
            <w:tcW w:w="851" w:type="dxa"/>
            <w:vAlign w:val="center"/>
          </w:tcPr>
          <w:p w14:paraId="3EFA2477" w14:textId="77777777" w:rsidR="006E4BD8" w:rsidRPr="009C54AE" w:rsidRDefault="006E4B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D55C5FE" w14:textId="77777777" w:rsidR="006E4BD8" w:rsidRPr="006E4BD8" w:rsidRDefault="006E4BD8" w:rsidP="006E4BD8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Przekazanie studentom wiedzy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realizacji</w:t>
            </w:r>
            <w:r>
              <w:rPr>
                <w:rFonts w:ascii="Corbel" w:hAnsi="Corbel"/>
                <w:sz w:val="24"/>
                <w:szCs w:val="24"/>
              </w:rPr>
              <w:t xml:space="preserve"> procesu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ewaluacji projektu socjalnego.</w:t>
            </w:r>
          </w:p>
        </w:tc>
      </w:tr>
      <w:tr w:rsidR="006E4BD8" w:rsidRPr="009C54AE" w14:paraId="32959DC9" w14:textId="77777777" w:rsidTr="008A4DB6">
        <w:tc>
          <w:tcPr>
            <w:tcW w:w="851" w:type="dxa"/>
            <w:vAlign w:val="center"/>
          </w:tcPr>
          <w:p w14:paraId="605721BE" w14:textId="77777777" w:rsidR="006E4BD8" w:rsidRPr="009C54AE" w:rsidRDefault="006E4B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B652DD" w14:textId="77777777" w:rsidR="006E4BD8" w:rsidRPr="006E4BD8" w:rsidRDefault="006E4BD8" w:rsidP="00AF5654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8A4DBB">
              <w:rPr>
                <w:rFonts w:ascii="Corbel" w:hAnsi="Corbel"/>
                <w:sz w:val="24"/>
                <w:szCs w:val="24"/>
              </w:rPr>
              <w:t>realizacji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procesu ewaluacji projektu socjalnego</w:t>
            </w:r>
          </w:p>
        </w:tc>
      </w:tr>
    </w:tbl>
    <w:p w14:paraId="30D2F6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34FB07" w14:textId="77777777" w:rsidR="001D7B54" w:rsidRPr="009C54AE" w:rsidRDefault="009F4610" w:rsidP="000C66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67CF288" w14:textId="77777777" w:rsidTr="0071620A">
        <w:tc>
          <w:tcPr>
            <w:tcW w:w="1701" w:type="dxa"/>
            <w:vAlign w:val="center"/>
          </w:tcPr>
          <w:p w14:paraId="138F13E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FAA4D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4936B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AD815B" w14:textId="77777777" w:rsidTr="005E6E85">
        <w:tc>
          <w:tcPr>
            <w:tcW w:w="1701" w:type="dxa"/>
          </w:tcPr>
          <w:p w14:paraId="32713E33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D6BE87E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pogłębioną  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dotyczącą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 sposobów  pozyskiwania danych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6FC30BED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44E6EC2C" w14:textId="77777777" w:rsidTr="005E6E85">
        <w:tc>
          <w:tcPr>
            <w:tcW w:w="1701" w:type="dxa"/>
          </w:tcPr>
          <w:p w14:paraId="234836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F9C0C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w zakresie stosowania  różnorodnych metod, technik i narzędzi badawczych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1D2238BA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71CEC" w:rsidRPr="009C54AE" w14:paraId="3458A61B" w14:textId="77777777" w:rsidTr="005E6E85">
        <w:tc>
          <w:tcPr>
            <w:tcW w:w="1701" w:type="dxa"/>
          </w:tcPr>
          <w:p w14:paraId="69FF1B17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ABF29A7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krytycznego analizowania 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procesów oraz zjawisk istotnych w kontekście realizacji projektu socjalnego</w:t>
            </w:r>
          </w:p>
        </w:tc>
        <w:tc>
          <w:tcPr>
            <w:tcW w:w="1873" w:type="dxa"/>
          </w:tcPr>
          <w:p w14:paraId="12ADE5E1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1CEC" w:rsidRPr="009C54AE" w14:paraId="38D5054F" w14:textId="77777777" w:rsidTr="005E6E85">
        <w:tc>
          <w:tcPr>
            <w:tcW w:w="1701" w:type="dxa"/>
          </w:tcPr>
          <w:p w14:paraId="47E92A95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1368A0" w14:textId="77777777" w:rsidR="00071CEC" w:rsidRPr="009C54AE" w:rsidRDefault="00186F20" w:rsidP="00071C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pochodzącą z ewaluacji w celu doskonalenia projektu socjalnego</w:t>
            </w:r>
          </w:p>
        </w:tc>
        <w:tc>
          <w:tcPr>
            <w:tcW w:w="1873" w:type="dxa"/>
          </w:tcPr>
          <w:p w14:paraId="1EA19B71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71CEC" w:rsidRPr="009C54AE" w14:paraId="2598E854" w14:textId="77777777" w:rsidTr="005E6E85">
        <w:tc>
          <w:tcPr>
            <w:tcW w:w="1701" w:type="dxa"/>
          </w:tcPr>
          <w:p w14:paraId="5F397792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AAD0E01" w14:textId="77777777" w:rsidR="00071CEC" w:rsidRPr="009C54AE" w:rsidRDefault="00186F20" w:rsidP="00705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est przekonany o zawodowej i etycznej odpowiedzialności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związanej z realizacją procesu ewaluacji projektu socjalnego oraz ma świadomość znaczenia odpowiedzialnego formułowania rekomendacji na podstawie przeprowadzonych badań</w:t>
            </w:r>
          </w:p>
        </w:tc>
        <w:tc>
          <w:tcPr>
            <w:tcW w:w="1873" w:type="dxa"/>
          </w:tcPr>
          <w:p w14:paraId="1BFF20C5" w14:textId="77777777" w:rsidR="00071CEC" w:rsidRPr="009C54AE" w:rsidRDefault="006E4BD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7615B24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577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9AFA42" w14:textId="77777777" w:rsidR="0085747A" w:rsidRPr="000C660C" w:rsidRDefault="0085747A" w:rsidP="000C66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7EB2FE" w14:textId="77777777" w:rsidTr="00923D7D">
        <w:tc>
          <w:tcPr>
            <w:tcW w:w="9639" w:type="dxa"/>
          </w:tcPr>
          <w:p w14:paraId="487F6CD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8CEE02" w14:textId="77777777" w:rsidTr="00923D7D">
        <w:tc>
          <w:tcPr>
            <w:tcW w:w="9639" w:type="dxa"/>
          </w:tcPr>
          <w:p w14:paraId="26A59A09" w14:textId="77777777" w:rsidR="004E5439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Czym projekt socjalny? Struktura projektu socjalnego, tworzenie projektu socjalnego, diagnoza problemów, stawianie celów, przypisywanie działań prowadzących do osiągnięcia postawionego celu, dobór wskaźników monitorowania i ewaluacji, struktura zarządzania projektem socjalnym, finansowanie projektu socjalnego </w:t>
            </w:r>
          </w:p>
          <w:p w14:paraId="3A1303FE" w14:textId="77777777" w:rsidR="0063131C" w:rsidRPr="009E33AE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14:paraId="273AC909" w14:textId="77777777" w:rsidTr="00923D7D">
        <w:tc>
          <w:tcPr>
            <w:tcW w:w="9639" w:type="dxa"/>
          </w:tcPr>
          <w:p w14:paraId="6793882F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Wprowadzenie do ewaluacji. Definicje ewaluacji, ewaluacja a audyt, a kontrola, a monitoring, a akredytacja. Rodzaje ewaluacji ze względu na czas jej realizacji, ewaluacja ex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ex post, on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going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 term – ich silne i słabe strony.</w:t>
            </w:r>
          </w:p>
          <w:p w14:paraId="21DC5B87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B00577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14:paraId="04CE5B49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14:paraId="7B90A3B5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14:paraId="76E54CB0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Standardy ewaluacji</w:t>
            </w:r>
          </w:p>
          <w:p w14:paraId="55BBF88B" w14:textId="77777777" w:rsidR="009E33AE" w:rsidRPr="009B41B5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14:paraId="3178A876" w14:textId="77777777" w:rsidTr="00923D7D">
        <w:tc>
          <w:tcPr>
            <w:tcW w:w="9639" w:type="dxa"/>
          </w:tcPr>
          <w:p w14:paraId="153F1E43" w14:textId="77777777" w:rsidR="009E33AE" w:rsidRPr="009E33AE" w:rsidRDefault="004E5439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Planowanie i realizacja ewaluacji projektu socjalnego (18 g)</w:t>
            </w:r>
          </w:p>
        </w:tc>
      </w:tr>
    </w:tbl>
    <w:p w14:paraId="7CE39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7B1E31" w14:textId="77777777" w:rsidR="0085747A" w:rsidRPr="009C54AE" w:rsidRDefault="009F4610" w:rsidP="000C66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422355" w14:textId="77777777" w:rsidR="00384CA5" w:rsidRPr="00384CA5" w:rsidRDefault="008A4D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384CA5">
        <w:rPr>
          <w:rFonts w:ascii="Corbel" w:hAnsi="Corbel"/>
          <w:b w:val="0"/>
          <w:smallCaps w:val="0"/>
          <w:szCs w:val="24"/>
        </w:rPr>
        <w:t>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14:paraId="23522C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71B7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9CB16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4FD527" w14:textId="77777777" w:rsidR="0085747A" w:rsidRPr="000C660C" w:rsidRDefault="0085747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484028F7" w14:textId="77777777" w:rsidTr="00C05F44">
        <w:tc>
          <w:tcPr>
            <w:tcW w:w="1985" w:type="dxa"/>
            <w:vAlign w:val="center"/>
          </w:tcPr>
          <w:p w14:paraId="46B10D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588F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7B83C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7A5B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0AB14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477F1" w:rsidRPr="009C54AE" w14:paraId="35331886" w14:textId="77777777" w:rsidTr="00C05F44">
        <w:tc>
          <w:tcPr>
            <w:tcW w:w="1985" w:type="dxa"/>
          </w:tcPr>
          <w:p w14:paraId="607077B3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55AD046A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698F300B" w14:textId="77777777" w:rsidR="001477F1" w:rsidRPr="008A4DBB" w:rsidRDefault="008A4DBB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125207C7" w14:textId="77777777" w:rsidTr="00C05F44">
        <w:tc>
          <w:tcPr>
            <w:tcW w:w="1985" w:type="dxa"/>
          </w:tcPr>
          <w:p w14:paraId="04409032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E87487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FCB38E1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55E1964E" w14:textId="77777777" w:rsidTr="00C05F44">
        <w:tc>
          <w:tcPr>
            <w:tcW w:w="1985" w:type="dxa"/>
          </w:tcPr>
          <w:p w14:paraId="70011051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DBE803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660AD34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11F62266" w14:textId="77777777" w:rsidTr="00C05F44">
        <w:tc>
          <w:tcPr>
            <w:tcW w:w="1985" w:type="dxa"/>
          </w:tcPr>
          <w:p w14:paraId="4A501630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D6FFFD5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4CB68AC2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44FA0CB8" w14:textId="77777777" w:rsidTr="00C05F44">
        <w:tc>
          <w:tcPr>
            <w:tcW w:w="1985" w:type="dxa"/>
          </w:tcPr>
          <w:p w14:paraId="2A926871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DBD722B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77D1C185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7C6B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D476C" w14:textId="77777777" w:rsidR="00923D7D" w:rsidRPr="009C54AE" w:rsidRDefault="003E1941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3FF63" w14:textId="77777777" w:rsidTr="00923D7D">
        <w:tc>
          <w:tcPr>
            <w:tcW w:w="9670" w:type="dxa"/>
          </w:tcPr>
          <w:p w14:paraId="65B9CA55" w14:textId="77777777" w:rsidR="0085747A" w:rsidRPr="009C54AE" w:rsidRDefault="00384CA5" w:rsidP="004E54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7FB9510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657D9E" w14:textId="77777777" w:rsidR="004E5439" w:rsidRPr="009C54AE" w:rsidRDefault="004E54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0B963" w14:textId="77777777" w:rsidR="0085747A" w:rsidRPr="000C660C" w:rsidRDefault="0085747A" w:rsidP="000C66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7C3405F" w14:textId="77777777" w:rsidTr="003E1941">
        <w:tc>
          <w:tcPr>
            <w:tcW w:w="4962" w:type="dxa"/>
            <w:vAlign w:val="center"/>
          </w:tcPr>
          <w:p w14:paraId="362504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2A6DC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879D25" w14:textId="77777777" w:rsidTr="00923D7D">
        <w:tc>
          <w:tcPr>
            <w:tcW w:w="4962" w:type="dxa"/>
          </w:tcPr>
          <w:p w14:paraId="688929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05D9F6" w14:textId="77777777" w:rsidR="0085747A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6D18A91" w14:textId="77777777" w:rsidTr="00923D7D">
        <w:tc>
          <w:tcPr>
            <w:tcW w:w="4962" w:type="dxa"/>
          </w:tcPr>
          <w:p w14:paraId="55A441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7C1EA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9B0985A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01634FE" w14:textId="77777777" w:rsidTr="00923D7D">
        <w:tc>
          <w:tcPr>
            <w:tcW w:w="4962" w:type="dxa"/>
          </w:tcPr>
          <w:p w14:paraId="7FBD964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3BAF3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7BE7188" w14:textId="77777777" w:rsidR="00C61DC5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F5E58B9" w14:textId="77777777" w:rsidTr="00923D7D">
        <w:tc>
          <w:tcPr>
            <w:tcW w:w="4962" w:type="dxa"/>
          </w:tcPr>
          <w:p w14:paraId="0EFBAB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FA7B70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5995EB5" w14:textId="77777777" w:rsidTr="00923D7D">
        <w:tc>
          <w:tcPr>
            <w:tcW w:w="4962" w:type="dxa"/>
          </w:tcPr>
          <w:p w14:paraId="317E6D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33F05F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2F2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A7AA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1BD41" w14:textId="77777777" w:rsidR="0085747A" w:rsidRPr="009C54AE" w:rsidRDefault="0071620A" w:rsidP="000C66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70DF93B" w14:textId="77777777" w:rsidTr="0071620A">
        <w:trPr>
          <w:trHeight w:val="397"/>
        </w:trPr>
        <w:tc>
          <w:tcPr>
            <w:tcW w:w="3544" w:type="dxa"/>
          </w:tcPr>
          <w:p w14:paraId="40365F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EB1EEC" w14:textId="77777777" w:rsidR="0085747A" w:rsidRPr="009C54AE" w:rsidRDefault="000C66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16DB8158" w14:textId="77777777" w:rsidTr="0071620A">
        <w:trPr>
          <w:trHeight w:val="397"/>
        </w:trPr>
        <w:tc>
          <w:tcPr>
            <w:tcW w:w="3544" w:type="dxa"/>
          </w:tcPr>
          <w:p w14:paraId="4E1F40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05BAC9" w14:textId="77777777" w:rsidR="0085747A" w:rsidRPr="009C54AE" w:rsidRDefault="000C66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DFDDC0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EE777F" w14:textId="77777777" w:rsidR="00960640" w:rsidRPr="009C54AE" w:rsidRDefault="00960640" w:rsidP="000C66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6B084B" w14:textId="025678D6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A665D71" w14:textId="77777777" w:rsidR="008D09D2" w:rsidRPr="009C54AE" w:rsidRDefault="008D09D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D09D2" w:rsidRPr="009C54AE" w14:paraId="2AA42622" w14:textId="77777777" w:rsidTr="008D09D2">
        <w:trPr>
          <w:trHeight w:val="397"/>
        </w:trPr>
        <w:tc>
          <w:tcPr>
            <w:tcW w:w="9639" w:type="dxa"/>
          </w:tcPr>
          <w:p w14:paraId="34045018" w14:textId="77777777" w:rsidR="008D09D2" w:rsidRDefault="008D09D2" w:rsidP="000C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8186FB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Ewaluacja. Podręcznik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Regionalnego.</w:t>
            </w:r>
          </w:p>
          <w:p w14:paraId="182411FE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Rozumienie ewaluacji w: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Ł. Grzelak, M. J. Sochocki ( red. 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profilaktyki problemów dzieci i młodzieży,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Pracownia Profilaktyki Problemowej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AD309B3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w edukacji,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Naukowa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D27FC5B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Mechanizmy wykorzystania ewaluacji. Studium ewaluacji średniookresowych INTERREG III,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SCHOLAR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2091138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 i 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Realizacja badań ewaluacyjnych w świetle prawa zamówień publicznych,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E642E0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i praktyka ewaluacji interwencji publicznych. Podręcznik akademicki,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Akademickie i Profesjonalne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04153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Piróg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jako wiedza w służbie wartości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M. Zemło, A. Jabłoński, J. Szymczyk (red.), Wiedza a moralność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271DA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KUL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s. 299-312.</w:t>
            </w:r>
          </w:p>
          <w:p w14:paraId="4AF6DE9A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Ewaluacyjne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ewaluacji,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Polskie Towarzystwo Ewaluacyjne.</w:t>
            </w:r>
          </w:p>
          <w:p w14:paraId="0AA658AA" w14:textId="614DD7A3" w:rsidR="008D09D2" w:rsidRPr="009C54AE" w:rsidRDefault="008D09D2" w:rsidP="008D09D2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Podręcznik ewaluacji projektów infrastrukturalnych. Czy twój projekt przyniósł zamierzone korzyści?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D09D2" w:rsidRPr="00960640" w14:paraId="248CBD2A" w14:textId="77777777" w:rsidTr="008D09D2">
        <w:trPr>
          <w:trHeight w:val="397"/>
        </w:trPr>
        <w:tc>
          <w:tcPr>
            <w:tcW w:w="9639" w:type="dxa"/>
          </w:tcPr>
          <w:p w14:paraId="7657BEEA" w14:textId="77777777" w:rsidR="008D09D2" w:rsidRDefault="008D09D2" w:rsidP="000C22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440BAC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0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 (2007). Ewaluacja ex-post.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Teoria i praktyka badawcza,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Agencja Rozwoju Przedsiębiorczości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809849" w14:textId="77777777" w:rsidR="008D09D2" w:rsidRPr="00960640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Krajowa Jednostka Oceny, Ewaluacja Narodowego Planu Rozwoju i Programów Operacyjnych w Polsce. Poradnik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Gospodarki i Pracy – Krajowa Jednostka Oceny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05ED0FB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S.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funduszy strukturalnych – perspektywa regionalna,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Akademia Ekonomiczna w Krakowie – Małopolska Szkoła Adminis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Publicznej.</w:t>
            </w:r>
          </w:p>
          <w:p w14:paraId="40840A52" w14:textId="77777777" w:rsidR="008D09D2" w:rsidRPr="00960640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 Rozwoju Regionalnego, 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10DE3B9" w14:textId="77777777" w:rsidR="000C660C" w:rsidRDefault="000C660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E61F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CDE59" w14:textId="77777777" w:rsidR="005B0DC8" w:rsidRDefault="005B0DC8" w:rsidP="00C16ABF">
      <w:pPr>
        <w:spacing w:after="0" w:line="240" w:lineRule="auto"/>
      </w:pPr>
      <w:r>
        <w:separator/>
      </w:r>
    </w:p>
  </w:endnote>
  <w:endnote w:type="continuationSeparator" w:id="0">
    <w:p w14:paraId="4D0BEEA4" w14:textId="77777777" w:rsidR="005B0DC8" w:rsidRDefault="005B0D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B5E0C" w14:textId="77777777" w:rsidR="005B0DC8" w:rsidRDefault="005B0DC8" w:rsidP="00C16ABF">
      <w:pPr>
        <w:spacing w:after="0" w:line="240" w:lineRule="auto"/>
      </w:pPr>
      <w:r>
        <w:separator/>
      </w:r>
    </w:p>
  </w:footnote>
  <w:footnote w:type="continuationSeparator" w:id="0">
    <w:p w14:paraId="1C3ADDD7" w14:textId="77777777" w:rsidR="005B0DC8" w:rsidRDefault="005B0DC8" w:rsidP="00C16ABF">
      <w:pPr>
        <w:spacing w:after="0" w:line="240" w:lineRule="auto"/>
      </w:pPr>
      <w:r>
        <w:continuationSeparator/>
      </w:r>
    </w:p>
  </w:footnote>
  <w:footnote w:id="1">
    <w:p w14:paraId="101865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04A6"/>
    <w:rsid w:val="00042A51"/>
    <w:rsid w:val="00042D2E"/>
    <w:rsid w:val="00044C82"/>
    <w:rsid w:val="00070ED6"/>
    <w:rsid w:val="00071CEC"/>
    <w:rsid w:val="000742DC"/>
    <w:rsid w:val="0007465E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C660C"/>
    <w:rsid w:val="000D04B0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179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84CA5"/>
    <w:rsid w:val="003A0A5B"/>
    <w:rsid w:val="003A1176"/>
    <w:rsid w:val="003A433F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136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76AD7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61DB3"/>
    <w:rsid w:val="005624C0"/>
    <w:rsid w:val="0056696D"/>
    <w:rsid w:val="0059484D"/>
    <w:rsid w:val="005A0855"/>
    <w:rsid w:val="005A3196"/>
    <w:rsid w:val="005B0DC8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A4DBB"/>
    <w:rsid w:val="008C0CC0"/>
    <w:rsid w:val="008C19A9"/>
    <w:rsid w:val="008C379D"/>
    <w:rsid w:val="008C5147"/>
    <w:rsid w:val="008C5359"/>
    <w:rsid w:val="008C5363"/>
    <w:rsid w:val="008D09D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ED"/>
    <w:rsid w:val="00C56036"/>
    <w:rsid w:val="00C61DC5"/>
    <w:rsid w:val="00C67E92"/>
    <w:rsid w:val="00C70A26"/>
    <w:rsid w:val="00C76597"/>
    <w:rsid w:val="00C766DF"/>
    <w:rsid w:val="00C94B98"/>
    <w:rsid w:val="00C960D4"/>
    <w:rsid w:val="00CA2B96"/>
    <w:rsid w:val="00CA5089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AD"/>
    <w:rsid w:val="00EE32DE"/>
    <w:rsid w:val="00EE5457"/>
    <w:rsid w:val="00F070AB"/>
    <w:rsid w:val="00F17567"/>
    <w:rsid w:val="00F17CB3"/>
    <w:rsid w:val="00F206AD"/>
    <w:rsid w:val="00F27A7B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6D920"/>
  <w15:docId w15:val="{A53E59F6-BDFF-4E10-9275-38579F8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32B171-F599-4CFB-AE03-10919BAE79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17DFD7-F0C3-402F-89DE-573EC5DBEB0A}"/>
</file>

<file path=customXml/itemProps3.xml><?xml version="1.0" encoding="utf-8"?>
<ds:datastoreItem xmlns:ds="http://schemas.openxmlformats.org/officeDocument/2006/customXml" ds:itemID="{D9DA4DB9-E07F-452F-B804-684AB808BD35}"/>
</file>

<file path=customXml/itemProps4.xml><?xml version="1.0" encoding="utf-8"?>
<ds:datastoreItem xmlns:ds="http://schemas.openxmlformats.org/officeDocument/2006/customXml" ds:itemID="{6A52907C-1DF2-4C60-BD50-C1A77D58FB9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1128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3</cp:revision>
  <cp:lastPrinted>2019-02-06T12:12:00Z</cp:lastPrinted>
  <dcterms:created xsi:type="dcterms:W3CDTF">2021-09-30T20:51:00Z</dcterms:created>
  <dcterms:modified xsi:type="dcterms:W3CDTF">2021-10-02T10:59:00Z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